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77C66766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F44F1F">
        <w:rPr>
          <w:rFonts w:cs="Arial"/>
          <w:color w:val="000000"/>
          <w:sz w:val="22"/>
        </w:rPr>
        <w:t>23</w:t>
      </w:r>
      <w:r w:rsidR="00A473C8">
        <w:rPr>
          <w:rFonts w:cs="Arial"/>
          <w:color w:val="000000"/>
          <w:sz w:val="22"/>
        </w:rPr>
        <w:t>.10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F44F1F">
        <w:rPr>
          <w:rFonts w:cs="Arial"/>
          <w:color w:val="000000"/>
          <w:sz w:val="22"/>
        </w:rPr>
        <w:t>5705</w:t>
      </w:r>
    </w:p>
    <w:p w14:paraId="3840C263" w14:textId="77777777" w:rsidR="00DF19FF" w:rsidRDefault="00000000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37EAEEE7" w:rsidR="000B2E35" w:rsidRPr="000B2E35" w:rsidRDefault="00090E0A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võrgu investeering, elektri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460DD90C" w14:textId="77777777" w:rsidR="00F44F1F" w:rsidRPr="00F44F1F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IP6028 „Otepää-</w:t>
            </w:r>
            <w:proofErr w:type="spellStart"/>
            <w:r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Vidrike</w:t>
            </w:r>
            <w:proofErr w:type="spellEnd"/>
            <w:r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10 </w:t>
            </w:r>
            <w:proofErr w:type="spellStart"/>
            <w:r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kV</w:t>
            </w:r>
            <w:proofErr w:type="spellEnd"/>
            <w:r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fiidri rekonstrueerimine III etapp Otepää vald Valga  maakond“</w:t>
            </w:r>
          </w:p>
          <w:p w14:paraId="0F587937" w14:textId="70CFE411" w:rsidR="000B2E35" w:rsidRPr="000B2E35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77777777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B97B7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F44F1F">
              <w:t xml:space="preserve"> </w:t>
            </w:r>
            <w:r w:rsidR="00F44F1F"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Keio Altoja </w:t>
            </w:r>
          </w:p>
          <w:p w14:paraId="1AF8D9E3" w14:textId="7FE0C106" w:rsidR="00A45F32" w:rsidRPr="000B2E35" w:rsidRDefault="00EE0C62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EE0C6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 w:rsidRPr="00EE0C6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Pr="00EE0C6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49FB6F50" w:rsidR="000B2E35" w:rsidRPr="000B2E35" w:rsidRDefault="00F44F1F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04.10</w:t>
            </w:r>
            <w:r w:rsidR="00A473C8" w:rsidRPr="00A473C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  <w:r w:rsidR="00A473C8" w:rsidRPr="00A473C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nr 7.1-2/2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  <w:r w:rsidR="00A473C8" w:rsidRPr="00A473C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15403-4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214429B0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F44F1F">
              <w:rPr>
                <w:rFonts w:ascii="Times New Roman" w:hAnsi="Times New Roman"/>
                <w:b/>
                <w:lang w:val="et-EE"/>
              </w:rPr>
              <w:t>46 Tatra</w:t>
            </w:r>
            <w:r w:rsidR="00E04AA7">
              <w:rPr>
                <w:rFonts w:ascii="Times New Roman" w:hAnsi="Times New Roman"/>
                <w:b/>
                <w:lang w:val="et-EE"/>
              </w:rPr>
              <w:t>-Otepää</w:t>
            </w:r>
            <w:r w:rsidR="00F44F1F">
              <w:rPr>
                <w:rFonts w:ascii="Times New Roman" w:hAnsi="Times New Roman"/>
                <w:b/>
                <w:lang w:val="et-EE"/>
              </w:rPr>
              <w:t>-Sangaste</w:t>
            </w:r>
            <w:r w:rsidR="00E04AA7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41F953B4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F44F1F">
              <w:rPr>
                <w:rFonts w:ascii="Times New Roman" w:hAnsi="Times New Roman"/>
                <w:bCs/>
                <w:lang w:val="et-EE"/>
              </w:rPr>
              <w:t>55701:001:1130</w:t>
            </w:r>
          </w:p>
          <w:p w14:paraId="573BFF07" w14:textId="1C6AE156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F44F1F">
              <w:rPr>
                <w:rFonts w:ascii="Times New Roman" w:hAnsi="Times New Roman"/>
                <w:bCs/>
                <w:lang w:val="et-EE"/>
              </w:rPr>
              <w:t>22533850</w:t>
            </w:r>
          </w:p>
          <w:p w14:paraId="33B38F87" w14:textId="7F317961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F44F1F">
              <w:rPr>
                <w:rFonts w:ascii="Times New Roman" w:hAnsi="Times New Roman"/>
                <w:bCs/>
                <w:lang w:val="et-EE"/>
              </w:rPr>
              <w:t>46 Tatra</w:t>
            </w:r>
            <w:r w:rsidR="001C4BF3" w:rsidRPr="001C4BF3">
              <w:rPr>
                <w:rFonts w:ascii="Times New Roman" w:hAnsi="Times New Roman"/>
                <w:bCs/>
                <w:lang w:val="et-EE"/>
              </w:rPr>
              <w:t>-Otepää</w:t>
            </w:r>
            <w:r w:rsidR="00F44F1F">
              <w:rPr>
                <w:rFonts w:ascii="Times New Roman" w:hAnsi="Times New Roman"/>
                <w:bCs/>
                <w:lang w:val="et-EE"/>
              </w:rPr>
              <w:t xml:space="preserve">-Sangaste </w:t>
            </w:r>
            <w:r w:rsidR="001C4BF3" w:rsidRPr="001C4BF3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5506C726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F44F1F">
              <w:rPr>
                <w:rFonts w:ascii="Times New Roman" w:hAnsi="Times New Roman"/>
                <w:bCs/>
                <w:lang w:val="et-EE"/>
              </w:rPr>
              <w:t>111056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4D661B51" w:rsidR="00204605" w:rsidRDefault="001F4CFC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6776FF">
              <w:rPr>
                <w:rFonts w:ascii="Times New Roman" w:hAnsi="Times New Roman"/>
                <w:bCs/>
                <w:lang w:val="et-EE"/>
              </w:rPr>
              <w:t>461199</w:t>
            </w:r>
          </w:p>
          <w:p w14:paraId="77570167" w14:textId="4456CF8B" w:rsidR="006776FF" w:rsidRDefault="006776FF" w:rsidP="00F44F1F">
            <w:pPr>
              <w:rPr>
                <w:rFonts w:ascii="Times New Roman" w:hAnsi="Times New Roman"/>
                <w:bCs/>
                <w:lang w:val="et-EE"/>
              </w:rPr>
            </w:pPr>
            <w:hyperlink r:id="rId12" w:history="1">
              <w:r w:rsidRPr="001C3B3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https://pari.kataster.ee/magic-link/b45df06b-efa4-40d3-8903-f848c154ea44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19CE75E4" w14:textId="0440DEE6" w:rsidR="008342C4" w:rsidRPr="000B2E35" w:rsidRDefault="008342C4" w:rsidP="008342C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2413D3" w:rsidRPr="000B2E35" w14:paraId="24F22E65" w14:textId="77777777" w:rsidTr="00F44F1F">
        <w:trPr>
          <w:trHeight w:val="453"/>
        </w:trPr>
        <w:tc>
          <w:tcPr>
            <w:tcW w:w="325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229B5A" w14:textId="23A027BE" w:rsidR="002413D3" w:rsidRPr="00F44F1F" w:rsidRDefault="002413D3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="006750D6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1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="006750D6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0E25" w14:textId="1D0C1A04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F44F1F">
              <w:rPr>
                <w:rFonts w:ascii="Times New Roman" w:hAnsi="Times New Roman"/>
                <w:bCs/>
                <w:lang w:val="et-EE"/>
              </w:rPr>
              <w:t>55701:001:1011</w:t>
            </w:r>
          </w:p>
          <w:p w14:paraId="62635E35" w14:textId="1045516D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F44F1F">
              <w:rPr>
                <w:rFonts w:ascii="Times New Roman" w:hAnsi="Times New Roman"/>
                <w:bCs/>
                <w:lang w:val="et-EE"/>
              </w:rPr>
              <w:t>21573550</w:t>
            </w:r>
          </w:p>
          <w:p w14:paraId="1921FD02" w14:textId="73A38ADE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F44F1F">
              <w:rPr>
                <w:rFonts w:ascii="Times New Roman" w:hAnsi="Times New Roman"/>
                <w:bCs/>
                <w:lang w:val="et-EE"/>
              </w:rPr>
              <w:t>46 Tatra</w:t>
            </w:r>
            <w:r w:rsidR="006C7C47" w:rsidRPr="006C7C47">
              <w:rPr>
                <w:rFonts w:ascii="Times New Roman" w:hAnsi="Times New Roman"/>
                <w:bCs/>
                <w:lang w:val="et-EE"/>
              </w:rPr>
              <w:t>-Otepää</w:t>
            </w:r>
            <w:r w:rsidR="00F44F1F">
              <w:rPr>
                <w:rFonts w:ascii="Times New Roman" w:hAnsi="Times New Roman"/>
                <w:bCs/>
                <w:lang w:val="et-EE"/>
              </w:rPr>
              <w:t xml:space="preserve">-Sangaste </w:t>
            </w:r>
            <w:r w:rsidR="006C7C47" w:rsidRPr="006C7C47">
              <w:rPr>
                <w:rFonts w:ascii="Times New Roman" w:hAnsi="Times New Roman"/>
                <w:bCs/>
                <w:lang w:val="et-EE"/>
              </w:rPr>
              <w:t>tee</w:t>
            </w:r>
          </w:p>
          <w:p w14:paraId="55BF9D90" w14:textId="77777777" w:rsidR="00F44F1F" w:rsidRPr="008E5621" w:rsidRDefault="00F44F1F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F402D4" w14:textId="025EE1E3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F44F1F">
              <w:rPr>
                <w:rFonts w:ascii="Times New Roman" w:hAnsi="Times New Roman"/>
                <w:bCs/>
                <w:lang w:val="et-EE"/>
              </w:rPr>
              <w:t>110257</w:t>
            </w:r>
          </w:p>
          <w:p w14:paraId="771D5554" w14:textId="1DFEFA70" w:rsidR="002413D3" w:rsidRPr="001F4CFC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lastRenderedPageBreak/>
              <w:t xml:space="preserve">POS </w:t>
            </w:r>
            <w:r w:rsidR="00BE57AB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3B5F814F" w14:textId="5C2C6BD8" w:rsidR="00F44F1F" w:rsidRDefault="002413D3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6C2AED">
              <w:rPr>
                <w:rFonts w:ascii="Times New Roman" w:hAnsi="Times New Roman"/>
                <w:bCs/>
                <w:lang w:val="et-EE"/>
              </w:rPr>
              <w:t>461204</w:t>
            </w:r>
          </w:p>
          <w:p w14:paraId="3F72C007" w14:textId="16C60FFB" w:rsidR="00F44F1F" w:rsidRPr="00076563" w:rsidRDefault="006C2AED" w:rsidP="00F44F1F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1C3B3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https://pari.kataster.ee/magic-link/fc07a68a-fcc9-4874-9fd4-ccf396b47e89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55AE90B4" w14:textId="190E6E52" w:rsidR="002413D3" w:rsidRPr="00076563" w:rsidRDefault="002413D3" w:rsidP="00806109">
            <w:pPr>
              <w:rPr>
                <w:rFonts w:ascii="Times New Roman" w:hAnsi="Times New Roman"/>
                <w:bCs/>
                <w:lang w:val="et-EE"/>
              </w:rPr>
            </w:pPr>
          </w:p>
        </w:tc>
      </w:tr>
      <w:tr w:rsidR="00F44F1F" w:rsidRPr="000B2E35" w14:paraId="59C4C311" w14:textId="77777777" w:rsidTr="00D81FDD">
        <w:trPr>
          <w:trHeight w:val="453"/>
        </w:trPr>
        <w:tc>
          <w:tcPr>
            <w:tcW w:w="325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72258F8" w14:textId="231046AB" w:rsidR="00F44F1F" w:rsidRPr="000B2E35" w:rsidRDefault="00F44F1F" w:rsidP="00F44F1F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lastRenderedPageBreak/>
              <w:t xml:space="preserve"> 1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3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DA96" w14:textId="55ACF2B9" w:rsidR="00F44F1F" w:rsidRPr="00076563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:55701:001:10</w:t>
            </w:r>
            <w:r>
              <w:rPr>
                <w:rFonts w:ascii="Times New Roman" w:hAnsi="Times New Roman"/>
                <w:bCs/>
                <w:lang w:val="et-EE"/>
              </w:rPr>
              <w:t>82</w:t>
            </w:r>
          </w:p>
          <w:p w14:paraId="023E65BE" w14:textId="2287CA17" w:rsidR="00F44F1F" w:rsidRPr="00076563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Kinnistu registriosa nr</w:t>
            </w:r>
            <w:r>
              <w:rPr>
                <w:rFonts w:ascii="Times New Roman" w:hAnsi="Times New Roman"/>
                <w:bCs/>
                <w:lang w:val="et-EE"/>
              </w:rPr>
              <w:t>.22012050</w:t>
            </w:r>
          </w:p>
          <w:p w14:paraId="2ED1D4CF" w14:textId="77777777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>
              <w:rPr>
                <w:rFonts w:ascii="Times New Roman" w:hAnsi="Times New Roman"/>
                <w:bCs/>
                <w:lang w:val="et-EE"/>
              </w:rPr>
              <w:t>46 Tatra</w:t>
            </w:r>
            <w:r w:rsidRPr="006C7C47">
              <w:rPr>
                <w:rFonts w:ascii="Times New Roman" w:hAnsi="Times New Roman"/>
                <w:bCs/>
                <w:lang w:val="et-EE"/>
              </w:rPr>
              <w:t>-Otepää</w:t>
            </w:r>
            <w:r>
              <w:rPr>
                <w:rFonts w:ascii="Times New Roman" w:hAnsi="Times New Roman"/>
                <w:bCs/>
                <w:lang w:val="et-EE"/>
              </w:rPr>
              <w:t xml:space="preserve">-Sangaste </w:t>
            </w:r>
            <w:r w:rsidRPr="006C7C47">
              <w:rPr>
                <w:rFonts w:ascii="Times New Roman" w:hAnsi="Times New Roman"/>
                <w:bCs/>
                <w:lang w:val="et-EE"/>
              </w:rPr>
              <w:t>tee</w:t>
            </w:r>
          </w:p>
          <w:p w14:paraId="42DDD82D" w14:textId="77777777" w:rsidR="00F44F1F" w:rsidRPr="008E5621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</w:p>
          <w:p w14:paraId="53BB120F" w14:textId="69365D51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>
              <w:rPr>
                <w:rFonts w:ascii="Times New Roman" w:hAnsi="Times New Roman"/>
                <w:bCs/>
                <w:lang w:val="et-EE"/>
              </w:rPr>
              <w:t>11057</w:t>
            </w:r>
            <w:r>
              <w:rPr>
                <w:rFonts w:ascii="Times New Roman" w:hAnsi="Times New Roman"/>
                <w:bCs/>
                <w:lang w:val="et-EE"/>
              </w:rPr>
              <w:t>5</w:t>
            </w:r>
          </w:p>
          <w:p w14:paraId="4AB0AFE0" w14:textId="77777777" w:rsidR="00F44F1F" w:rsidRPr="001F4CFC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775809D3" w14:textId="47F6C8D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4C388C">
              <w:rPr>
                <w:rFonts w:ascii="Times New Roman" w:hAnsi="Times New Roman"/>
                <w:bCs/>
                <w:lang w:val="et-EE"/>
              </w:rPr>
              <w:t>461205</w:t>
            </w:r>
          </w:p>
          <w:p w14:paraId="77C880E9" w14:textId="40CCD4C6" w:rsidR="004C388C" w:rsidRPr="00076563" w:rsidRDefault="004C388C" w:rsidP="00F44F1F">
            <w:pPr>
              <w:rPr>
                <w:rFonts w:ascii="Times New Roman" w:hAnsi="Times New Roman"/>
                <w:bCs/>
                <w:lang w:val="et-EE"/>
              </w:rPr>
            </w:pPr>
            <w:hyperlink r:id="rId14" w:history="1">
              <w:r w:rsidRPr="001C3B32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https://pari.kataster.ee/magic-link/e5867633-627e-42c7-90ed-980203c3cafd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5BBC16D5" w14:textId="77777777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  <w:bookmarkEnd w:id="0"/>
    </w:tbl>
    <w:p w14:paraId="5B416E3F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508D63FB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5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2193C" w14:textId="77777777" w:rsidR="00470507" w:rsidRDefault="00470507">
      <w:r>
        <w:separator/>
      </w:r>
    </w:p>
  </w:endnote>
  <w:endnote w:type="continuationSeparator" w:id="0">
    <w:p w14:paraId="50DD560B" w14:textId="77777777" w:rsidR="00470507" w:rsidRDefault="00470507">
      <w:r>
        <w:continuationSeparator/>
      </w:r>
    </w:p>
  </w:endnote>
  <w:endnote w:type="continuationNotice" w:id="1">
    <w:p w14:paraId="29B66834" w14:textId="77777777" w:rsidR="00470507" w:rsidRDefault="00470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7EA0A" w14:textId="77777777" w:rsidR="00470507" w:rsidRDefault="00470507">
      <w:r>
        <w:separator/>
      </w:r>
    </w:p>
  </w:footnote>
  <w:footnote w:type="continuationSeparator" w:id="0">
    <w:p w14:paraId="3DB543C1" w14:textId="77777777" w:rsidR="00470507" w:rsidRDefault="00470507">
      <w:r>
        <w:continuationSeparator/>
      </w:r>
    </w:p>
  </w:footnote>
  <w:footnote w:type="continuationNotice" w:id="1">
    <w:p w14:paraId="6D7344AF" w14:textId="77777777" w:rsidR="00470507" w:rsidRDefault="00470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B532A"/>
    <w:rsid w:val="000C1473"/>
    <w:rsid w:val="000D61F2"/>
    <w:rsid w:val="000E7C0F"/>
    <w:rsid w:val="0012688C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66325"/>
    <w:rsid w:val="00470107"/>
    <w:rsid w:val="00470507"/>
    <w:rsid w:val="00482DEA"/>
    <w:rsid w:val="00483EDD"/>
    <w:rsid w:val="004851DA"/>
    <w:rsid w:val="00491AD7"/>
    <w:rsid w:val="0049609F"/>
    <w:rsid w:val="004C0606"/>
    <w:rsid w:val="004C388C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56D7B"/>
    <w:rsid w:val="005572A4"/>
    <w:rsid w:val="00557995"/>
    <w:rsid w:val="005609D0"/>
    <w:rsid w:val="00567C3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36ACB"/>
    <w:rsid w:val="008514A3"/>
    <w:rsid w:val="0086202A"/>
    <w:rsid w:val="00867D35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40144"/>
    <w:rsid w:val="009612E0"/>
    <w:rsid w:val="00962202"/>
    <w:rsid w:val="00973871"/>
    <w:rsid w:val="0098160F"/>
    <w:rsid w:val="00982A44"/>
    <w:rsid w:val="00982BF4"/>
    <w:rsid w:val="00995F05"/>
    <w:rsid w:val="009B0C1D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250BE"/>
    <w:rsid w:val="00A27416"/>
    <w:rsid w:val="00A33A60"/>
    <w:rsid w:val="00A43A3D"/>
    <w:rsid w:val="00A45F32"/>
    <w:rsid w:val="00A473C8"/>
    <w:rsid w:val="00A55FA1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C2385"/>
    <w:rsid w:val="00BC2734"/>
    <w:rsid w:val="00BC62D7"/>
    <w:rsid w:val="00BE57AB"/>
    <w:rsid w:val="00BF064F"/>
    <w:rsid w:val="00BF086F"/>
    <w:rsid w:val="00BF0E4C"/>
    <w:rsid w:val="00C0020C"/>
    <w:rsid w:val="00C04347"/>
    <w:rsid w:val="00C072BE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F19FF"/>
    <w:rsid w:val="00DF467B"/>
    <w:rsid w:val="00E04AA7"/>
    <w:rsid w:val="00E11073"/>
    <w:rsid w:val="00E27A09"/>
    <w:rsid w:val="00E361F7"/>
    <w:rsid w:val="00E366A1"/>
    <w:rsid w:val="00E47970"/>
    <w:rsid w:val="00E6200E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7F44"/>
    <w:rsid w:val="00F00DCB"/>
    <w:rsid w:val="00F227AD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fc07a68a-fcc9-4874-9fd4-ccf396b47e89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b45df06b-efa4-40d3-8903-f848c154ea4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e5867633-627e-42c7-90ed-980203c3caf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45</TotalTime>
  <Pages>2</Pages>
  <Words>375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2547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5</cp:revision>
  <cp:lastPrinted>2021-06-04T12:19:00Z</cp:lastPrinted>
  <dcterms:created xsi:type="dcterms:W3CDTF">2024-10-23T12:03:00Z</dcterms:created>
  <dcterms:modified xsi:type="dcterms:W3CDTF">2024-10-23T12:39:00Z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